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5766DE">
        <w:rPr>
          <w:b/>
          <w:bCs/>
          <w:sz w:val="28"/>
          <w:szCs w:val="28"/>
        </w:rPr>
        <w:t>OFERTA NA DOSTAWĘ</w:t>
      </w:r>
    </w:p>
    <w:p w:rsidR="00E550AC" w:rsidRPr="005766DE" w:rsidRDefault="00E550AC" w:rsidP="00144177">
      <w:pPr>
        <w:jc w:val="center"/>
        <w:rPr>
          <w:b/>
          <w:bCs/>
          <w:sz w:val="28"/>
          <w:szCs w:val="28"/>
        </w:rPr>
      </w:pPr>
      <w:r w:rsidRPr="00E550AC">
        <w:rPr>
          <w:b/>
          <w:bCs/>
          <w:sz w:val="28"/>
          <w:szCs w:val="28"/>
        </w:rPr>
        <w:t>AKCESORIÓW MEDYCZNYCH - PODZIAŁ NA CZĘŚCI.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E550A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8034C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E550AC" w:rsidRPr="00E550AC">
        <w:rPr>
          <w:rFonts w:cs="Times New Roman"/>
          <w:b/>
          <w:szCs w:val="20"/>
        </w:rPr>
        <w:t>Dostawa akcesoriów medycznych - podział na części.</w:t>
      </w:r>
      <w:r w:rsidR="00E550AC">
        <w:rPr>
          <w:rFonts w:eastAsia="Calibri" w:cs="Times New Roman"/>
          <w:b/>
          <w:szCs w:val="20"/>
        </w:rPr>
        <w:t xml:space="preserve"> </w:t>
      </w:r>
      <w:r w:rsidR="0020623A" w:rsidRPr="00BB1D4A">
        <w:rPr>
          <w:b/>
          <w:szCs w:val="20"/>
        </w:rPr>
        <w:t>”</w:t>
      </w:r>
      <w:bookmarkStart w:id="0" w:name="_GoBack"/>
      <w:bookmarkEnd w:id="0"/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F3811" w:rsidRDefault="000F3811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222FE3">
        <w:t xml:space="preserve"> 12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0F381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</w:t>
      </w:r>
      <w:r>
        <w:rPr>
          <w:rFonts w:cs="Times New Roman"/>
          <w:bCs/>
          <w:sz w:val="22"/>
        </w:rPr>
        <w:t>a spełniania warunków udziału w </w:t>
      </w:r>
      <w:r w:rsidR="00E1676A" w:rsidRPr="0068214C">
        <w:rPr>
          <w:rFonts w:cs="Times New Roman"/>
          <w:bCs/>
          <w:sz w:val="22"/>
        </w:rPr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DB5" w:rsidRDefault="00966DB5">
      <w:r>
        <w:separator/>
      </w:r>
    </w:p>
  </w:endnote>
  <w:endnote w:type="continuationSeparator" w:id="0">
    <w:p w:rsidR="00966DB5" w:rsidRDefault="0096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E550AC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DB5" w:rsidRDefault="00966DB5">
      <w:r>
        <w:separator/>
      </w:r>
    </w:p>
  </w:footnote>
  <w:footnote w:type="continuationSeparator" w:id="0">
    <w:p w:rsidR="00966DB5" w:rsidRDefault="00966DB5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E550AC">
      <w:rPr>
        <w:rFonts w:ascii="Arial" w:hAnsi="Arial"/>
        <w:noProof/>
        <w:sz w:val="20"/>
        <w:szCs w:val="20"/>
      </w:rPr>
      <w:t>k sprawy: SP ZOZ NZZP II 2400/49</w:t>
    </w:r>
    <w:r w:rsidR="0088034C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381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72BB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4A0B"/>
    <w:rsid w:val="00775328"/>
    <w:rsid w:val="0078247D"/>
    <w:rsid w:val="00787A32"/>
    <w:rsid w:val="00791B59"/>
    <w:rsid w:val="007929C3"/>
    <w:rsid w:val="00794CB8"/>
    <w:rsid w:val="007A6779"/>
    <w:rsid w:val="007A7825"/>
    <w:rsid w:val="007B041B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034C"/>
    <w:rsid w:val="00881CFE"/>
    <w:rsid w:val="00887A29"/>
    <w:rsid w:val="00890942"/>
    <w:rsid w:val="00892EBC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66DB5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1D4A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550AC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8E1B2-443B-41AA-873B-D1D75193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69</TotalTime>
  <Pages>3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7121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146</cp:revision>
  <cp:lastPrinted>2019-03-06T11:54:00Z</cp:lastPrinted>
  <dcterms:created xsi:type="dcterms:W3CDTF">2018-03-08T08:22:00Z</dcterms:created>
  <dcterms:modified xsi:type="dcterms:W3CDTF">2020-11-24T13:49:00Z</dcterms:modified>
  <cp:category/>
</cp:coreProperties>
</file>