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Pr="005766DE" w:rsidRDefault="00144177" w:rsidP="00144177">
      <w:pPr>
        <w:jc w:val="center"/>
        <w:rPr>
          <w:b/>
          <w:bCs/>
          <w:sz w:val="28"/>
          <w:szCs w:val="28"/>
        </w:rPr>
      </w:pPr>
      <w:r w:rsidRPr="005766DE">
        <w:rPr>
          <w:b/>
          <w:bCs/>
          <w:sz w:val="28"/>
          <w:szCs w:val="28"/>
        </w:rPr>
        <w:t>OFERTA NA DOSTAWĘ</w:t>
      </w:r>
    </w:p>
    <w:p w:rsidR="00144177" w:rsidRPr="00CE5BBC" w:rsidRDefault="006B3155" w:rsidP="006B3155">
      <w:pPr>
        <w:spacing w:after="120"/>
        <w:ind w:left="6" w:hanging="6"/>
        <w:jc w:val="center"/>
        <w:rPr>
          <w:b/>
          <w:bCs/>
          <w:sz w:val="28"/>
          <w:szCs w:val="28"/>
        </w:rPr>
      </w:pPr>
      <w:r w:rsidRPr="006B3155">
        <w:rPr>
          <w:rFonts w:eastAsia="Calibri"/>
          <w:b/>
          <w:sz w:val="28"/>
          <w:szCs w:val="28"/>
        </w:rPr>
        <w:t>ODCZYNNIKÓW, MATERIAŁÓW ZUŻYWALNYCH, KONTROLI DO POSIADANYCH URZĄDZEŃ MIKROMETODY ŻELOWEJ DIAMED ID-SYSTEM (ID-CENTRIFUGE, ID-INCUBATOR, ID-DISPENSER), OPARTEJ NA A</w:t>
      </w:r>
      <w:r w:rsidR="000131CC">
        <w:rPr>
          <w:rFonts w:eastAsia="Calibri"/>
          <w:b/>
          <w:sz w:val="28"/>
          <w:szCs w:val="28"/>
        </w:rPr>
        <w:t>GLUTYNACJI KRWINEK CZERWONYCH Z </w:t>
      </w:r>
      <w:r w:rsidRPr="006B3155">
        <w:rPr>
          <w:rFonts w:eastAsia="Calibri"/>
          <w:b/>
          <w:sz w:val="28"/>
          <w:szCs w:val="28"/>
        </w:rPr>
        <w:t>DOPOSAŻENIEM.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6B3155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88034C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6B3155">
        <w:rPr>
          <w:rFonts w:cs="Times New Roman"/>
          <w:b/>
          <w:szCs w:val="20"/>
        </w:rPr>
        <w:t>D</w:t>
      </w:r>
      <w:r w:rsidR="0006094B" w:rsidRPr="0006094B">
        <w:rPr>
          <w:rFonts w:cs="Times New Roman"/>
          <w:b/>
          <w:szCs w:val="20"/>
        </w:rPr>
        <w:t xml:space="preserve">ostawa </w:t>
      </w:r>
      <w:r w:rsidR="006B3155" w:rsidRPr="006B3155">
        <w:rPr>
          <w:rFonts w:cs="Times New Roman"/>
          <w:b/>
          <w:szCs w:val="20"/>
        </w:rPr>
        <w:t xml:space="preserve">odczynników, materiałów zużywalnych, kontroli do posiadanych urządzeń mikrometody żelowej </w:t>
      </w:r>
      <w:proofErr w:type="spellStart"/>
      <w:r w:rsidR="006B3155" w:rsidRPr="006B3155">
        <w:rPr>
          <w:rFonts w:cs="Times New Roman"/>
          <w:b/>
          <w:szCs w:val="20"/>
        </w:rPr>
        <w:t>Diamed</w:t>
      </w:r>
      <w:proofErr w:type="spellEnd"/>
      <w:r w:rsidR="006B3155" w:rsidRPr="006B3155">
        <w:rPr>
          <w:rFonts w:cs="Times New Roman"/>
          <w:b/>
          <w:szCs w:val="20"/>
        </w:rPr>
        <w:t xml:space="preserve"> ID-System (ID-</w:t>
      </w:r>
      <w:proofErr w:type="spellStart"/>
      <w:r w:rsidR="006B3155" w:rsidRPr="006B3155">
        <w:rPr>
          <w:rFonts w:cs="Times New Roman"/>
          <w:b/>
          <w:szCs w:val="20"/>
        </w:rPr>
        <w:t>Centrifuge</w:t>
      </w:r>
      <w:proofErr w:type="spellEnd"/>
      <w:r w:rsidR="006B3155" w:rsidRPr="006B3155">
        <w:rPr>
          <w:rFonts w:cs="Times New Roman"/>
          <w:b/>
          <w:szCs w:val="20"/>
        </w:rPr>
        <w:t>, ID-</w:t>
      </w:r>
      <w:proofErr w:type="spellStart"/>
      <w:r w:rsidR="006B3155" w:rsidRPr="006B3155">
        <w:rPr>
          <w:rFonts w:cs="Times New Roman"/>
          <w:b/>
          <w:szCs w:val="20"/>
        </w:rPr>
        <w:t>Incubator</w:t>
      </w:r>
      <w:proofErr w:type="spellEnd"/>
      <w:r w:rsidR="006B3155" w:rsidRPr="006B3155">
        <w:rPr>
          <w:rFonts w:cs="Times New Roman"/>
          <w:b/>
          <w:szCs w:val="20"/>
        </w:rPr>
        <w:t>, ID-</w:t>
      </w:r>
      <w:proofErr w:type="spellStart"/>
      <w:r w:rsidR="006B3155" w:rsidRPr="006B3155">
        <w:rPr>
          <w:rFonts w:cs="Times New Roman"/>
          <w:b/>
          <w:szCs w:val="20"/>
        </w:rPr>
        <w:t>Dispenser</w:t>
      </w:r>
      <w:proofErr w:type="spellEnd"/>
      <w:r w:rsidR="006B3155" w:rsidRPr="006B3155">
        <w:rPr>
          <w:rFonts w:cs="Times New Roman"/>
          <w:b/>
          <w:szCs w:val="20"/>
        </w:rPr>
        <w:t>), opartej na a</w:t>
      </w:r>
      <w:r w:rsidR="006B3155">
        <w:rPr>
          <w:rFonts w:cs="Times New Roman"/>
          <w:b/>
          <w:szCs w:val="20"/>
        </w:rPr>
        <w:t>glutynacji krwinek czerwonych z </w:t>
      </w:r>
      <w:r w:rsidR="006B3155" w:rsidRPr="006B3155">
        <w:rPr>
          <w:rFonts w:cs="Times New Roman"/>
          <w:b/>
          <w:szCs w:val="20"/>
        </w:rPr>
        <w:t>doposażeniem.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7A6779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DE0251" w:rsidRPr="00DE0251" w:rsidRDefault="00DE0251" w:rsidP="001677C7">
      <w:pPr>
        <w:spacing w:before="120" w:line="276" w:lineRule="auto"/>
        <w:jc w:val="both"/>
        <w:rPr>
          <w:sz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43CAF" w:rsidRPr="00043CAF" w:rsidRDefault="00026F65" w:rsidP="003E6259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767F4F">
        <w:t xml:space="preserve"> 36</w:t>
      </w:r>
      <w:r w:rsidR="00C82D97" w:rsidRPr="00EC757E">
        <w:t xml:space="preserve">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0F3811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</w:t>
      </w:r>
      <w:r>
        <w:rPr>
          <w:rFonts w:cs="Times New Roman"/>
          <w:bCs/>
          <w:sz w:val="22"/>
        </w:rPr>
        <w:t>a spełniania warunków udziału w </w:t>
      </w:r>
      <w:r w:rsidR="00E1676A" w:rsidRPr="0068214C">
        <w:rPr>
          <w:rFonts w:cs="Times New Roman"/>
          <w:bCs/>
          <w:sz w:val="22"/>
        </w:rPr>
        <w:t>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3E6259" w:rsidP="0040028D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V</w:t>
      </w:r>
      <w:r w:rsidR="00043CAF">
        <w:rPr>
          <w:b/>
          <w:sz w:val="22"/>
          <w:szCs w:val="22"/>
        </w:rPr>
        <w:t>I</w:t>
      </w:r>
      <w:r w:rsidR="0040028D" w:rsidRPr="0040028D">
        <w:rPr>
          <w:b/>
          <w:sz w:val="22"/>
          <w:szCs w:val="22"/>
        </w:rPr>
        <w:t>I.</w:t>
      </w:r>
      <w:r w:rsidR="0040028D"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171B9C" w:rsidRPr="0040028D" w:rsidRDefault="003E6259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bookmarkStart w:id="0" w:name="_GoBack"/>
      <w:bookmarkEnd w:id="0"/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proofErr w:type="spellStart"/>
      <w:r w:rsidRPr="00A50565">
        <w:rPr>
          <w:sz w:val="22"/>
        </w:rPr>
        <w:t>o</w:t>
      </w:r>
      <w:r w:rsidR="006C73E0" w:rsidRPr="00A50565">
        <w:rPr>
          <w:sz w:val="22"/>
        </w:rPr>
        <w:t>dnr</w:t>
      </w:r>
      <w:proofErr w:type="spellEnd"/>
      <w:r w:rsidR="006C73E0" w:rsidRPr="00A50565">
        <w:rPr>
          <w:sz w:val="22"/>
        </w:rPr>
        <w:t xml:space="preserve">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356" w:rsidRDefault="00756356">
      <w:r>
        <w:separator/>
      </w:r>
    </w:p>
  </w:endnote>
  <w:endnote w:type="continuationSeparator" w:id="0">
    <w:p w:rsidR="00756356" w:rsidRDefault="0075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7E50E1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7E50E1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3E6259">
          <w:rPr>
            <w:noProof/>
          </w:rPr>
          <w:t>3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356" w:rsidRDefault="00756356">
      <w:r>
        <w:separator/>
      </w:r>
    </w:p>
  </w:footnote>
  <w:footnote w:type="continuationSeparator" w:id="0">
    <w:p w:rsidR="00756356" w:rsidRDefault="00756356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06094B">
      <w:rPr>
        <w:rFonts w:ascii="Arial" w:hAnsi="Arial"/>
        <w:noProof/>
        <w:sz w:val="20"/>
        <w:szCs w:val="20"/>
      </w:rPr>
      <w:t>k sprawy: SP ZOZ NZZP II 2400/32</w:t>
    </w:r>
    <w:r w:rsidR="0088034C">
      <w:rPr>
        <w:rFonts w:ascii="Arial" w:hAnsi="Arial"/>
        <w:noProof/>
        <w:sz w:val="20"/>
        <w:szCs w:val="20"/>
      </w:rPr>
      <w:t>/20</w:t>
    </w:r>
    <w:r w:rsidRPr="007929C3">
      <w:rPr>
        <w:rFonts w:ascii="Arial" w:hAnsi="Arial"/>
        <w:noProof/>
        <w:sz w:val="20"/>
        <w:szCs w:val="20"/>
      </w:rPr>
      <w:tab/>
    </w:r>
    <w:r w:rsidR="00F155D0">
      <w:rPr>
        <w:rFonts w:ascii="Arial" w:hAnsi="Arial"/>
        <w:noProof/>
        <w:sz w:val="20"/>
        <w:szCs w:val="20"/>
      </w:rPr>
      <w:t xml:space="preserve">  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131CC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094B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0F381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06C6"/>
    <w:rsid w:val="00171B9C"/>
    <w:rsid w:val="00174A9D"/>
    <w:rsid w:val="00176E11"/>
    <w:rsid w:val="00186BDC"/>
    <w:rsid w:val="0018708F"/>
    <w:rsid w:val="00191900"/>
    <w:rsid w:val="0019467A"/>
    <w:rsid w:val="00195198"/>
    <w:rsid w:val="00195434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2FE3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C1E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E6259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766DE"/>
    <w:rsid w:val="005903F0"/>
    <w:rsid w:val="00592147"/>
    <w:rsid w:val="00592978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CB8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2679"/>
    <w:rsid w:val="006A3B80"/>
    <w:rsid w:val="006B3155"/>
    <w:rsid w:val="006B7438"/>
    <w:rsid w:val="006C72BB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56356"/>
    <w:rsid w:val="007602A2"/>
    <w:rsid w:val="00761241"/>
    <w:rsid w:val="00765649"/>
    <w:rsid w:val="00767F4F"/>
    <w:rsid w:val="00773775"/>
    <w:rsid w:val="00773A45"/>
    <w:rsid w:val="00774A0B"/>
    <w:rsid w:val="00775328"/>
    <w:rsid w:val="0078247D"/>
    <w:rsid w:val="00787A32"/>
    <w:rsid w:val="00791B59"/>
    <w:rsid w:val="007929C3"/>
    <w:rsid w:val="00794CB8"/>
    <w:rsid w:val="007A6779"/>
    <w:rsid w:val="007A7825"/>
    <w:rsid w:val="007B041B"/>
    <w:rsid w:val="007B290D"/>
    <w:rsid w:val="007B6442"/>
    <w:rsid w:val="007B7E19"/>
    <w:rsid w:val="007C2AF6"/>
    <w:rsid w:val="007D6477"/>
    <w:rsid w:val="007D76CD"/>
    <w:rsid w:val="007E3B07"/>
    <w:rsid w:val="007E50E1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74DC8"/>
    <w:rsid w:val="0088034C"/>
    <w:rsid w:val="00881CFE"/>
    <w:rsid w:val="00887A29"/>
    <w:rsid w:val="00890942"/>
    <w:rsid w:val="00892EBC"/>
    <w:rsid w:val="00896C6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529E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1668D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1D4A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0251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55D0"/>
    <w:rsid w:val="00F172AA"/>
    <w:rsid w:val="00F25435"/>
    <w:rsid w:val="00F30BFC"/>
    <w:rsid w:val="00F40CBA"/>
    <w:rsid w:val="00F5641C"/>
    <w:rsid w:val="00F60080"/>
    <w:rsid w:val="00F650E8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A731063-283E-4124-8129-152FFC77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42E0F-AE1D-4F24-9504-E6F51743D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74</TotalTime>
  <Pages>3</Pages>
  <Words>1048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7326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175</cp:revision>
  <cp:lastPrinted>2019-03-06T11:54:00Z</cp:lastPrinted>
  <dcterms:created xsi:type="dcterms:W3CDTF">2018-03-08T08:22:00Z</dcterms:created>
  <dcterms:modified xsi:type="dcterms:W3CDTF">2020-12-17T10:22:00Z</dcterms:modified>
  <cp:category/>
</cp:coreProperties>
</file>